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КТП по английскому языку в 8 классе Ярмушевой М.В.</w:t>
      </w:r>
    </w:p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566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8"/>
        <w:gridCol w:w="2080"/>
        <w:gridCol w:w="4320"/>
        <w:gridCol w:w="2160"/>
        <w:gridCol w:w="3240"/>
      </w:tblGrid>
      <w:tr w:rsidR="00312E50" w:rsidRPr="00B935D3" w:rsidTr="00A34EBE">
        <w:tc>
          <w:tcPr>
            <w:tcW w:w="1988" w:type="dxa"/>
          </w:tcPr>
          <w:p w:rsidR="00312E50" w:rsidRPr="00B935D3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Запланированная дата проведения 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2080" w:type="dxa"/>
          </w:tcPr>
          <w:p w:rsidR="00312E50" w:rsidRPr="00B935D3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4320" w:type="dxa"/>
          </w:tcPr>
          <w:p w:rsidR="00312E50" w:rsidRPr="007D1ADF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</w:t>
            </w:r>
            <w:r w:rsidRPr="007D1ADF">
              <w:rPr>
                <w:rFonts w:ascii="Times New Roman" w:hAnsi="Times New Roman"/>
              </w:rPr>
              <w:t>ема урока</w:t>
            </w:r>
          </w:p>
        </w:tc>
        <w:tc>
          <w:tcPr>
            <w:tcW w:w="2160" w:type="dxa"/>
          </w:tcPr>
          <w:p w:rsidR="00312E50" w:rsidRPr="00B935D3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40" w:type="dxa"/>
          </w:tcPr>
          <w:p w:rsidR="00312E50" w:rsidRPr="00B935D3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312E50" w:rsidRPr="00B935D3" w:rsidTr="00C72EE9">
        <w:trPr>
          <w:trHeight w:val="762"/>
        </w:trPr>
        <w:tc>
          <w:tcPr>
            <w:tcW w:w="1988" w:type="dxa"/>
          </w:tcPr>
          <w:p w:rsidR="00312E50" w:rsidRPr="007D1ADF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2080" w:type="dxa"/>
          </w:tcPr>
          <w:p w:rsidR="00312E50" w:rsidRPr="00B935D3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4320" w:type="dxa"/>
          </w:tcPr>
          <w:p w:rsidR="00312E50" w:rsidRPr="006D2FC9" w:rsidRDefault="00312E50" w:rsidP="006D2FC9">
            <w:pPr>
              <w:spacing w:line="240" w:lineRule="auto"/>
              <w:rPr>
                <w:rFonts w:ascii="Times New Roman" w:hAnsi="Times New Roman"/>
              </w:rPr>
            </w:pPr>
            <w:r w:rsidRPr="00CC7309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навыков чтения по теме «Экстремальные увлечения»</w:t>
            </w:r>
          </w:p>
        </w:tc>
        <w:tc>
          <w:tcPr>
            <w:tcW w:w="2160" w:type="dxa"/>
          </w:tcPr>
          <w:p w:rsidR="00312E50" w:rsidRPr="00B935D3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312E50" w:rsidRPr="00B935D3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312E50" w:rsidRPr="00B935D3" w:rsidTr="00A34EBE">
        <w:tc>
          <w:tcPr>
            <w:tcW w:w="1988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2080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4320" w:type="dxa"/>
          </w:tcPr>
          <w:p w:rsidR="00312E50" w:rsidRPr="006D2FC9" w:rsidRDefault="00312E50" w:rsidP="006D2FC9">
            <w:pPr>
              <w:rPr>
                <w:rFonts w:ascii="Times New Roman" w:hAnsi="Times New Roman"/>
              </w:rPr>
            </w:pPr>
            <w:r w:rsidRPr="00CC7309">
              <w:rPr>
                <w:rFonts w:ascii="Times New Roman" w:hAnsi="Times New Roman"/>
                <w:sz w:val="20"/>
                <w:szCs w:val="20"/>
              </w:rPr>
              <w:t>Развитие навыков аудирования и говорения по теме «Свободное время».</w:t>
            </w:r>
          </w:p>
        </w:tc>
        <w:tc>
          <w:tcPr>
            <w:tcW w:w="2160" w:type="dxa"/>
          </w:tcPr>
          <w:p w:rsidR="00312E50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312E50" w:rsidRPr="00B935D3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312E50" w:rsidRPr="00B935D3" w:rsidTr="00A34EBE">
        <w:tc>
          <w:tcPr>
            <w:tcW w:w="1988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2080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320" w:type="dxa"/>
          </w:tcPr>
          <w:p w:rsidR="00312E50" w:rsidRPr="00C72EE9" w:rsidRDefault="00312E50" w:rsidP="007A2F4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C7309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грамматических навыков. Условные придаточные  предложения 0,1 типа.</w:t>
            </w:r>
          </w:p>
        </w:tc>
        <w:tc>
          <w:tcPr>
            <w:tcW w:w="2160" w:type="dxa"/>
          </w:tcPr>
          <w:p w:rsidR="00312E50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312E50" w:rsidRPr="00B935D3" w:rsidTr="00A34EBE">
        <w:tc>
          <w:tcPr>
            <w:tcW w:w="1988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2080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4320" w:type="dxa"/>
          </w:tcPr>
          <w:p w:rsidR="00312E50" w:rsidRPr="00C72EE9" w:rsidRDefault="00312E50" w:rsidP="00C72EE9">
            <w:pPr>
              <w:rPr>
                <w:rFonts w:ascii="Times New Roman" w:hAnsi="Times New Roman"/>
              </w:rPr>
            </w:pPr>
            <w:r w:rsidRPr="00CC7309"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грамматических навыков. Условные придаточные  предложения 2,3 типа.</w:t>
            </w:r>
          </w:p>
        </w:tc>
        <w:tc>
          <w:tcPr>
            <w:tcW w:w="2160" w:type="dxa"/>
          </w:tcPr>
          <w:p w:rsidR="00312E50" w:rsidRDefault="00312E50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312E50" w:rsidRDefault="00312E50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</w:tbl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2E50" w:rsidRDefault="00312E50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312E5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D32"/>
    <w:rsid w:val="000503A9"/>
    <w:rsid w:val="00064C9F"/>
    <w:rsid w:val="000C7D2A"/>
    <w:rsid w:val="000F095F"/>
    <w:rsid w:val="0015480F"/>
    <w:rsid w:val="001650DF"/>
    <w:rsid w:val="00193020"/>
    <w:rsid w:val="002260E7"/>
    <w:rsid w:val="002328BE"/>
    <w:rsid w:val="002F20C6"/>
    <w:rsid w:val="002F5997"/>
    <w:rsid w:val="00312E50"/>
    <w:rsid w:val="00316D32"/>
    <w:rsid w:val="003263E7"/>
    <w:rsid w:val="0034396F"/>
    <w:rsid w:val="00350DD8"/>
    <w:rsid w:val="0037722A"/>
    <w:rsid w:val="0038257F"/>
    <w:rsid w:val="0039538D"/>
    <w:rsid w:val="003B4337"/>
    <w:rsid w:val="003D2472"/>
    <w:rsid w:val="003E3000"/>
    <w:rsid w:val="004A6220"/>
    <w:rsid w:val="004E25B3"/>
    <w:rsid w:val="004E266F"/>
    <w:rsid w:val="005C13C5"/>
    <w:rsid w:val="006D2FC9"/>
    <w:rsid w:val="007026D3"/>
    <w:rsid w:val="00775F10"/>
    <w:rsid w:val="00780B0E"/>
    <w:rsid w:val="007864D1"/>
    <w:rsid w:val="007A2F40"/>
    <w:rsid w:val="007A4F80"/>
    <w:rsid w:val="007D1ADF"/>
    <w:rsid w:val="007D3DE6"/>
    <w:rsid w:val="0089732A"/>
    <w:rsid w:val="008B02CC"/>
    <w:rsid w:val="008C00EE"/>
    <w:rsid w:val="00A004E2"/>
    <w:rsid w:val="00A02EA3"/>
    <w:rsid w:val="00A34EBE"/>
    <w:rsid w:val="00B15F61"/>
    <w:rsid w:val="00B2344A"/>
    <w:rsid w:val="00B52AD2"/>
    <w:rsid w:val="00B55718"/>
    <w:rsid w:val="00B66F0D"/>
    <w:rsid w:val="00B935D3"/>
    <w:rsid w:val="00BF33FE"/>
    <w:rsid w:val="00C25AB3"/>
    <w:rsid w:val="00C72EE9"/>
    <w:rsid w:val="00CC7309"/>
    <w:rsid w:val="00D666D0"/>
    <w:rsid w:val="00D71E70"/>
    <w:rsid w:val="00DE371A"/>
    <w:rsid w:val="00E13E8D"/>
    <w:rsid w:val="00E4437D"/>
    <w:rsid w:val="00E94EE5"/>
    <w:rsid w:val="00E97586"/>
    <w:rsid w:val="00F14786"/>
    <w:rsid w:val="00F34CEF"/>
    <w:rsid w:val="00F55BF3"/>
    <w:rsid w:val="00F6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4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1</Pages>
  <Words>107</Words>
  <Characters>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мария</cp:lastModifiedBy>
  <cp:revision>12</cp:revision>
  <dcterms:created xsi:type="dcterms:W3CDTF">2020-03-29T15:52:00Z</dcterms:created>
  <dcterms:modified xsi:type="dcterms:W3CDTF">2021-05-05T16:42:00Z</dcterms:modified>
</cp:coreProperties>
</file>